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B62" w:rsidRDefault="00354B62" w:rsidP="00CC6012">
      <w:pPr>
        <w:ind w:left="7788" w:firstLine="708"/>
      </w:pPr>
    </w:p>
    <w:p w:rsidR="004B6325" w:rsidRDefault="004B6325"/>
    <w:p w:rsidR="00CC6012" w:rsidRDefault="0026705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F487C" wp14:editId="7C5C60DC">
                <wp:simplePos x="0" y="0"/>
                <wp:positionH relativeFrom="column">
                  <wp:posOffset>2881412</wp:posOffset>
                </wp:positionH>
                <wp:positionV relativeFrom="paragraph">
                  <wp:posOffset>3595370</wp:posOffset>
                </wp:positionV>
                <wp:extent cx="318227" cy="108761"/>
                <wp:effectExtent l="0" t="0" r="24765" b="2476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27" cy="10876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059" w:rsidRDefault="002670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6.9pt;margin-top:283.1pt;width:25.05pt;height: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" fillcolor="black [3213]">
                <v:textbox>
                  <w:txbxContent>
                    <w:p w:rsidR="00267059" w:rsidRDefault="0026705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CD161" wp14:editId="43F977F0">
                <wp:simplePos x="0" y="0"/>
                <wp:positionH relativeFrom="column">
                  <wp:posOffset>2514600</wp:posOffset>
                </wp:positionH>
                <wp:positionV relativeFrom="paragraph">
                  <wp:posOffset>2472690</wp:posOffset>
                </wp:positionV>
                <wp:extent cx="741045" cy="112395"/>
                <wp:effectExtent l="0" t="0" r="20955" b="209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1123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059" w:rsidRDefault="002670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8pt;margin-top:194.7pt;width:58.35pt;height: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" fillcolor="black [3213]">
                <v:textbox>
                  <w:txbxContent>
                    <w:p w:rsidR="00267059" w:rsidRDefault="00267059"/>
                  </w:txbxContent>
                </v:textbox>
              </v:shape>
            </w:pict>
          </mc:Fallback>
        </mc:AlternateContent>
      </w:r>
      <w:r w:rsidR="00CC6012">
        <w:rPr>
          <w:noProof/>
        </w:rPr>
        <w:drawing>
          <wp:inline distT="0" distB="0" distL="0" distR="0" wp14:anchorId="547B1C36" wp14:editId="11F61E49">
            <wp:extent cx="5696607" cy="5583428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055" cy="563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6012">
        <w:tab/>
      </w:r>
      <w:r w:rsidR="00CC6012">
        <w:tab/>
      </w:r>
    </w:p>
    <w:p w:rsidR="00CC6012" w:rsidRDefault="00CC6012"/>
    <w:p w:rsidR="00CC6012" w:rsidRDefault="00CC6012"/>
    <w:p w:rsidR="00CC6012" w:rsidRDefault="00CC6012"/>
    <w:p w:rsidR="004B6325" w:rsidRDefault="0026705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13EAB9" wp14:editId="7820A59A">
                <wp:simplePos x="0" y="0"/>
                <wp:positionH relativeFrom="column">
                  <wp:posOffset>1735640</wp:posOffset>
                </wp:positionH>
                <wp:positionV relativeFrom="paragraph">
                  <wp:posOffset>1121127</wp:posOffset>
                </wp:positionV>
                <wp:extent cx="335376" cy="45719"/>
                <wp:effectExtent l="0" t="0" r="26670" b="120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376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059" w:rsidRDefault="00267059" w:rsidP="002670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6.65pt;margin-top:88.3pt;width:26.4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" fillcolor="black [3213]">
                <v:textbox>
                  <w:txbxContent>
                    <w:p w:rsidR="00267059" w:rsidRDefault="00267059" w:rsidP="0026705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B92D3A" wp14:editId="1308D65A">
                <wp:simplePos x="0" y="0"/>
                <wp:positionH relativeFrom="column">
                  <wp:posOffset>4624705</wp:posOffset>
                </wp:positionH>
                <wp:positionV relativeFrom="paragraph">
                  <wp:posOffset>386715</wp:posOffset>
                </wp:positionV>
                <wp:extent cx="318135" cy="59055"/>
                <wp:effectExtent l="0" t="0" r="24765" b="1714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" cy="590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059" w:rsidRDefault="00267059" w:rsidP="002670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64.15pt;margin-top:30.45pt;width:25.05pt;height: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" fillcolor="black [3213]">
                <v:textbox>
                  <w:txbxContent>
                    <w:p w:rsidR="00267059" w:rsidRDefault="00267059" w:rsidP="00267059"/>
                  </w:txbxContent>
                </v:textbox>
              </v:shape>
            </w:pict>
          </mc:Fallback>
        </mc:AlternateContent>
      </w:r>
      <w:r w:rsidR="00CC6012">
        <w:tab/>
      </w:r>
      <w:r w:rsidR="00CC6012">
        <w:rPr>
          <w:noProof/>
        </w:rPr>
        <w:drawing>
          <wp:inline distT="0" distB="0" distL="0" distR="0" wp14:anchorId="5190BE5D" wp14:editId="38E3C549">
            <wp:extent cx="2963107" cy="1991758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107" cy="1991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6012">
        <w:rPr>
          <w:noProof/>
        </w:rPr>
        <w:drawing>
          <wp:inline distT="0" distB="0" distL="0" distR="0" wp14:anchorId="70C51BC0" wp14:editId="54C68EE2">
            <wp:extent cx="2338528" cy="1971611"/>
            <wp:effectExtent l="0" t="0" r="508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794" cy="20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25" w:rsidRDefault="004B6325">
      <w:bookmarkStart w:id="0" w:name="_GoBack"/>
      <w:bookmarkEnd w:id="0"/>
    </w:p>
    <w:p w:rsidR="00326C4A" w:rsidRDefault="00CC6012">
      <w:r>
        <w:tab/>
      </w:r>
      <w:proofErr w:type="spellStart"/>
      <w:r w:rsidR="0067714C">
        <w:rPr>
          <w:rFonts w:asciiTheme="minorHAnsi" w:hAnsiTheme="minorHAnsi" w:cstheme="minorHAnsi"/>
          <w:b/>
          <w:sz w:val="32"/>
          <w:szCs w:val="32"/>
        </w:rPr>
        <w:t>Supplementary</w:t>
      </w:r>
      <w:proofErr w:type="spellEnd"/>
      <w:r w:rsidR="0067714C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="0067714C">
        <w:rPr>
          <w:rFonts w:asciiTheme="minorHAnsi" w:hAnsiTheme="minorHAnsi" w:cstheme="minorHAnsi"/>
          <w:b/>
          <w:sz w:val="32"/>
          <w:szCs w:val="32"/>
        </w:rPr>
        <w:t>F</w:t>
      </w:r>
      <w:r>
        <w:rPr>
          <w:rFonts w:asciiTheme="minorHAnsi" w:hAnsiTheme="minorHAnsi" w:cstheme="minorHAnsi"/>
          <w:b/>
          <w:sz w:val="32"/>
          <w:szCs w:val="32"/>
        </w:rPr>
        <w:t>igure</w:t>
      </w:r>
      <w:proofErr w:type="spellEnd"/>
      <w:r>
        <w:rPr>
          <w:rFonts w:asciiTheme="minorHAnsi" w:hAnsiTheme="minorHAnsi" w:cstheme="minorHAnsi"/>
          <w:b/>
          <w:sz w:val="32"/>
          <w:szCs w:val="32"/>
        </w:rPr>
        <w:t xml:space="preserve"> 2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26C4A" w:rsidSect="00CC60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14"/>
    <w:rsid w:val="00154A15"/>
    <w:rsid w:val="00267059"/>
    <w:rsid w:val="00326C4A"/>
    <w:rsid w:val="00354B62"/>
    <w:rsid w:val="00492808"/>
    <w:rsid w:val="004B6325"/>
    <w:rsid w:val="0067714C"/>
    <w:rsid w:val="009D3853"/>
    <w:rsid w:val="00CC6012"/>
    <w:rsid w:val="00CC6D14"/>
    <w:rsid w:val="00DA24A6"/>
    <w:rsid w:val="00EF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4B632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B63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4B632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B6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C1842E33</Template>
  <TotalTime>0</TotalTime>
  <Pages>1</Pages>
  <Words>3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KAV-IT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Schratter Alexandra</dc:creator>
  <cp:keywords/>
  <dc:description/>
  <cp:lastModifiedBy>Schratter Alexandra</cp:lastModifiedBy>
  <cp:revision>11</cp:revision>
  <dcterms:created xsi:type="dcterms:W3CDTF">2017-12-14T13:40:00Z</dcterms:created>
  <dcterms:modified xsi:type="dcterms:W3CDTF">2018-01-02T14:56:00Z</dcterms:modified>
</cp:coreProperties>
</file>